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F602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18</w:t>
            </w:r>
            <w:r w:rsidR="00F332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F6029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02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Западна </w:t>
            </w:r>
            <w:r w:rsidR="00F332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Европа-друштвеногеографске  одлике—</w:t>
            </w:r>
            <w:r w:rsidR="00F602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Висок  степен  привредног  развоја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F602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1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бјаснити ученицима </w:t>
            </w:r>
            <w:r w:rsidR="00F3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друштве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ногеографске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одлике  </w:t>
            </w:r>
            <w:r w:rsidR="00F60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Западне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F332B2" w:rsidRDefault="0004179F" w:rsidP="00F332B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Усвојити нова знања о </w:t>
            </w:r>
            <w:r w:rsidR="00F332B2">
              <w:rPr>
                <w:rFonts w:ascii="Times New Roman" w:hAnsi="Times New Roman"/>
                <w:sz w:val="24"/>
                <w:szCs w:val="24"/>
                <w:lang w:val="sr-Cyrl-CS"/>
              </w:rPr>
              <w:t>дросштвено</w:t>
            </w:r>
            <w:r w:rsidR="007906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географском  </w:t>
            </w:r>
            <w:r w:rsidR="00F332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одликама  </w:t>
            </w:r>
            <w:r w:rsidR="00F60290">
              <w:rPr>
                <w:rFonts w:ascii="Times New Roman" w:hAnsi="Times New Roman"/>
                <w:sz w:val="24"/>
                <w:szCs w:val="24"/>
                <w:lang w:val="sr-Cyrl-RS"/>
              </w:rPr>
              <w:t>Западне</w:t>
            </w:r>
            <w:r w:rsidR="00F332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04179F" w:rsidRPr="0004179F" w:rsidRDefault="0004179F" w:rsidP="00F332B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F60290" w:rsidRPr="00F60290" w:rsidRDefault="00F60290" w:rsidP="00F6029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F6029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-схвати  допринос  народа  и држава  Западне  Европе  развоју културе,  уметности  и науке</w:t>
            </w:r>
          </w:p>
          <w:p w:rsidR="00F60290" w:rsidRPr="00F60290" w:rsidRDefault="00F60290" w:rsidP="00F6029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F6029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-разуме  демографске  одлике  и  велику  густину  насељености</w:t>
            </w:r>
          </w:p>
          <w:p w:rsidR="00F60290" w:rsidRPr="00F60290" w:rsidRDefault="00F60290" w:rsidP="00F6029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F6029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издвоји  и на карти  покаже највеће  градове  и  конурбације</w:t>
            </w:r>
          </w:p>
          <w:p w:rsidR="00F60290" w:rsidRPr="00F60290" w:rsidRDefault="00F60290" w:rsidP="00F60290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F6029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-схвати  зашто је  саобраћај веома  развијен </w:t>
            </w:r>
          </w:p>
          <w:p w:rsidR="00F60290" w:rsidRPr="009307D5" w:rsidRDefault="00F60290" w:rsidP="00F602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29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-разуме место  Зпадне  Европе у  светској привреди</w:t>
            </w:r>
          </w:p>
          <w:p w:rsidR="00D0461E" w:rsidRPr="009307D5" w:rsidRDefault="00D0461E" w:rsidP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планина,  низија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 река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6029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Западне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друштвено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F6029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река  на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простору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F6029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Западне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ГЕ2.4.2. Описује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F6029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о значају 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географског  положаја  </w:t>
            </w:r>
            <w:r w:rsidR="00F6029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прородногеографских  одлика   за  одлике  становништва  и  привреду   Западне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664F16" w:rsidRPr="006C1089" w:rsidRDefault="0045123D" w:rsidP="00F60290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6029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Западној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F332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F3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информатика и  рачунарство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6C1089" w:rsidP="00F602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60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Упућујемо  ученике  да  анализирају табелу бр. 1. (стр. 44. у  уџбенику)  и  на  кар</w:t>
            </w:r>
            <w:r w:rsidR="00F91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F60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у  атласу  пронађу  државе  Западне  Европе</w:t>
            </w:r>
            <w:r w:rsidR="00F3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F60290" w:rsidP="00F602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Подсећамо  ученике на  најзначајније  научнике,  писце,  сликаре  и  музичаре  са  простора</w:t>
            </w:r>
            <w:r w:rsidR="00204D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Западне  Европе.Објашњавамо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04D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новне  демографске  одлике.Истичемо  групе  народа и  у  оквиру  њих  наводимо  појединачне  народе.На  основу  анализе  слике  бр. 1.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(стр.48.  у  уџбенику),  тражимо  од  ученика  да  донесу  за</w:t>
            </w:r>
            <w:r w:rsidR="00204D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кључке  о  густини насењености.Налажемо ученицима  да  на  карти  пронађу  највеће  градове  и  конурбације.</w:t>
            </w:r>
            <w:r w:rsidR="00F91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 ученике са  пој</w:t>
            </w:r>
            <w:r w:rsidR="001E0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мом  «демографска  зима».Указујемо  на  повећање  броја  миграната, </w:t>
            </w:r>
            <w:r w:rsidR="00F91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нарочито  из  других  делова  Е</w:t>
            </w:r>
            <w:r w:rsidR="001E0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вропе,</w:t>
            </w:r>
            <w:r w:rsidR="00F91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1E0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  и  Азије.</w:t>
            </w:r>
            <w:r w:rsidR="00204D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Објашњавамо  ученицима зашто  су  развијени  сви  видови  саобраћаја,  са посбним  нагласком  на  поморски  саобраћај.Указујемо на  значај  тунела испод  Ламанша и  објашњавамо  слику  на  стр. 50.Упознајемо  ученике  са  настанком  индустрије  на  простору  Западне  Европа  и  указујемо  на  данашње  стање  и  значај  ове  делатности.</w:t>
            </w:r>
          </w:p>
        </w:tc>
      </w:tr>
      <w:tr w:rsidR="002753CF" w:rsidRPr="00B37DAE" w:rsidTr="00F62A80">
        <w:tc>
          <w:tcPr>
            <w:tcW w:w="9576" w:type="dxa"/>
            <w:shd w:val="clear" w:color="auto" w:fill="auto"/>
          </w:tcPr>
          <w:p w:rsidR="002753CF" w:rsidRPr="002753CF" w:rsidRDefault="002753C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3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 део  часа:</w:t>
            </w:r>
          </w:p>
        </w:tc>
      </w:tr>
      <w:tr w:rsidR="002753CF" w:rsidRPr="00B37DAE" w:rsidTr="00F62A80">
        <w:tc>
          <w:tcPr>
            <w:tcW w:w="9576" w:type="dxa"/>
            <w:shd w:val="clear" w:color="auto" w:fill="auto"/>
          </w:tcPr>
          <w:p w:rsidR="002753CF" w:rsidRPr="002753CF" w:rsidRDefault="00204DD4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Тражимо да  ученици </w:t>
            </w:r>
            <w:r w:rsidR="0002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кратко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понове  </w:t>
            </w:r>
            <w:r w:rsidR="0002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пређено градиво  </w:t>
            </w:r>
          </w:p>
        </w:tc>
      </w:tr>
      <w:tr w:rsidR="00606767" w:rsidRPr="00B80B22" w:rsidTr="00F62A80">
        <w:tc>
          <w:tcPr>
            <w:tcW w:w="9576" w:type="dxa"/>
            <w:shd w:val="clear" w:color="auto" w:fill="auto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023D6E" w:rsidRDefault="00B80B22" w:rsidP="00023D6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2753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</w:t>
            </w:r>
            <w:r w:rsidR="00023D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ЗАПАДНА  ЕВРОПА: ДРУШТВЕНОГЕОГРАФСКЕ  ОДЛИКЕ</w:t>
            </w:r>
          </w:p>
          <w:p w:rsidR="00023D6E" w:rsidRDefault="00023D6E" w:rsidP="00023D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</w:t>
            </w:r>
            <w:r w:rsidRPr="00023D6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ВИСОК  СТЕПЕН  ПРИВРЕДНОГ  РАЗВОЈА</w:t>
            </w:r>
          </w:p>
          <w:p w:rsidR="001E0AB6" w:rsidRDefault="001E0AB6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  Британија  и  Француска  ---преко  65  мил. ст.  свака</w:t>
            </w:r>
          </w:p>
          <w:p w:rsidR="001E0AB6" w:rsidRDefault="001E0AB6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-германски народи: Енглези,  Шкоти,  Холанђани,  Фламанци (Белгија)</w:t>
            </w:r>
          </w:p>
          <w:p w:rsidR="001E0AB6" w:rsidRDefault="001E0AB6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-романски народи:  Французи,  Валонци (Белгија)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-келтски  народи: Ирци,  Велшани,  Бретонци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-најгушће насељена регија  Европе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-градови и конурбације: Лондон,  Париз,  Брисел,  Амстердам,  Ротердам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-миграције—из  остатка  Европе,  Азије и  Африке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-саобраћај—сви  видови  развијени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естуари—луке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тунел  испод  Ламанша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-индустрија  настала  почетком  19.  века  у  В.  Британији</w:t>
            </w:r>
          </w:p>
          <w:p w:rsidR="005725CE" w:rsidRDefault="005725CE" w:rsidP="00023D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-индустријализација</w:t>
            </w:r>
          </w:p>
          <w:p w:rsidR="009458BD" w:rsidRPr="002753CF" w:rsidRDefault="005725CE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-послеиндустријско  доба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23D6E"/>
    <w:rsid w:val="0004179F"/>
    <w:rsid w:val="000D1454"/>
    <w:rsid w:val="00177289"/>
    <w:rsid w:val="001C45B5"/>
    <w:rsid w:val="001C6C13"/>
    <w:rsid w:val="001D57CA"/>
    <w:rsid w:val="001E0AB6"/>
    <w:rsid w:val="00204DD4"/>
    <w:rsid w:val="002365E8"/>
    <w:rsid w:val="002753CF"/>
    <w:rsid w:val="003321C2"/>
    <w:rsid w:val="00391413"/>
    <w:rsid w:val="003A7B13"/>
    <w:rsid w:val="003F1D6D"/>
    <w:rsid w:val="0045123D"/>
    <w:rsid w:val="00466279"/>
    <w:rsid w:val="00486C32"/>
    <w:rsid w:val="004C7CD5"/>
    <w:rsid w:val="00545C96"/>
    <w:rsid w:val="005725CE"/>
    <w:rsid w:val="005F784B"/>
    <w:rsid w:val="00605D58"/>
    <w:rsid w:val="00606767"/>
    <w:rsid w:val="00664F16"/>
    <w:rsid w:val="00670648"/>
    <w:rsid w:val="006C1089"/>
    <w:rsid w:val="006F2937"/>
    <w:rsid w:val="007906D8"/>
    <w:rsid w:val="007E6623"/>
    <w:rsid w:val="007F21D8"/>
    <w:rsid w:val="0080459B"/>
    <w:rsid w:val="00854D2A"/>
    <w:rsid w:val="008F0F0B"/>
    <w:rsid w:val="009307D5"/>
    <w:rsid w:val="00942ED0"/>
    <w:rsid w:val="0094301B"/>
    <w:rsid w:val="009458BD"/>
    <w:rsid w:val="0096516D"/>
    <w:rsid w:val="009C2A9D"/>
    <w:rsid w:val="00A17F87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E65D7"/>
    <w:rsid w:val="00E4334D"/>
    <w:rsid w:val="00EA38C7"/>
    <w:rsid w:val="00EC77F2"/>
    <w:rsid w:val="00F05659"/>
    <w:rsid w:val="00F137B9"/>
    <w:rsid w:val="00F332B2"/>
    <w:rsid w:val="00F57D30"/>
    <w:rsid w:val="00F60290"/>
    <w:rsid w:val="00F62A80"/>
    <w:rsid w:val="00F91E34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5A913-5847-46D9-83DF-0B3C5284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2020-07-01T19:06:00Z</dcterms:created>
  <dcterms:modified xsi:type="dcterms:W3CDTF">2020-07-03T10:34:00Z</dcterms:modified>
</cp:coreProperties>
</file>